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9BE05" w14:textId="77777777" w:rsidR="00DE5EEF" w:rsidRDefault="00DE5EEF" w:rsidP="00DE5EEF">
      <w:pPr>
        <w:spacing w:line="320" w:lineRule="atLeast"/>
        <w:rPr>
          <w:rFonts w:ascii="Calibri" w:hAnsi="Calibri" w:cs="Calibri"/>
          <w:b/>
        </w:rPr>
      </w:pPr>
    </w:p>
    <w:p w14:paraId="6BE84C75" w14:textId="11181A2B" w:rsidR="00D93773" w:rsidRPr="00DE5EEF" w:rsidRDefault="005B3B79" w:rsidP="00DE5EEF">
      <w:pPr>
        <w:spacing w:line="320" w:lineRule="atLeast"/>
        <w:jc w:val="center"/>
        <w:rPr>
          <w:rFonts w:ascii="Calibri" w:hAnsi="Calibri" w:cs="Calibri"/>
          <w:b/>
        </w:rPr>
      </w:pPr>
      <w:r w:rsidRPr="009E4184">
        <w:rPr>
          <w:rFonts w:ascii="Calibri" w:hAnsi="Calibri" w:cs="Calibri"/>
          <w:b/>
        </w:rPr>
        <w:t>Angebots</w:t>
      </w:r>
      <w:r w:rsidR="006F37C2">
        <w:rPr>
          <w:rFonts w:ascii="Calibri" w:hAnsi="Calibri" w:cs="Calibri"/>
          <w:b/>
        </w:rPr>
        <w:t>blatt</w:t>
      </w:r>
      <w:r w:rsidRPr="009E4184">
        <w:rPr>
          <w:rFonts w:ascii="Calibri" w:hAnsi="Calibri" w:cs="Calibri"/>
          <w:b/>
        </w:rPr>
        <w:t xml:space="preserve"> (A)</w:t>
      </w:r>
    </w:p>
    <w:p w14:paraId="20FD4FD8" w14:textId="25328BD0" w:rsidR="00D93773" w:rsidRPr="00D93773" w:rsidRDefault="00D93773" w:rsidP="003A6436">
      <w:pPr>
        <w:spacing w:line="320" w:lineRule="atLeast"/>
        <w:jc w:val="center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</w:rPr>
        <w:t xml:space="preserve">Angebot in dem Vergabeverfahren </w:t>
      </w:r>
      <w:r w:rsidRPr="009E4184">
        <w:rPr>
          <w:rFonts w:ascii="Calibri" w:hAnsi="Calibri" w:cs="Calibri"/>
          <w:color w:val="000000" w:themeColor="text1"/>
        </w:rPr>
        <w:t xml:space="preserve">Schülerbeförderung </w:t>
      </w:r>
      <w:r w:rsidR="003A6436">
        <w:rPr>
          <w:rFonts w:ascii="Calibri" w:hAnsi="Calibri" w:cs="Calibri"/>
          <w:color w:val="000000" w:themeColor="text1"/>
        </w:rPr>
        <w:t>Poing</w:t>
      </w:r>
    </w:p>
    <w:p w14:paraId="09FDFF0B" w14:textId="4D5F4972" w:rsidR="00D93773" w:rsidRDefault="00D93773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Angebot: </w:t>
      </w:r>
    </w:p>
    <w:p w14:paraId="25F62060" w14:textId="702DEEE8" w:rsidR="005B3B79" w:rsidRPr="009E4184" w:rsidRDefault="005B3B79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Name und Anschrift des Bieters / der Bietergemeinschaft:</w:t>
      </w:r>
    </w:p>
    <w:p w14:paraId="6E44B719" w14:textId="77777777" w:rsidR="005B3B79" w:rsidRPr="009E4184" w:rsidRDefault="005B3B79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5D312B13" w14:textId="77777777" w:rsidR="005B3B79" w:rsidRPr="009E4184" w:rsidRDefault="005B3B79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08437895" w14:textId="1C93C40B" w:rsidR="005B3B79" w:rsidRPr="009E4184" w:rsidRDefault="005B3B79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6BD497E2" w14:textId="55D3BAA7" w:rsidR="00EE202C" w:rsidRPr="009E4184" w:rsidRDefault="00EE202C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36AC74C1" w14:textId="77777777" w:rsidR="00EE202C" w:rsidRPr="009E4184" w:rsidRDefault="00EE202C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1F75AA06" w14:textId="77777777" w:rsidR="005B3B79" w:rsidRPr="009E4184" w:rsidRDefault="005B3B79" w:rsidP="009E4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00085D02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5BE4CB60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Ansprechpartner: ........................................................................................</w:t>
      </w:r>
    </w:p>
    <w:p w14:paraId="735AFDD0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04C7F72C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Telefon:</w:t>
      </w:r>
      <w:r w:rsidRPr="009E4184">
        <w:rPr>
          <w:rFonts w:ascii="Calibri" w:hAnsi="Calibri" w:cs="Calibri"/>
        </w:rPr>
        <w:tab/>
        <w:t>................................................................................................</w:t>
      </w:r>
    </w:p>
    <w:p w14:paraId="066207F6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79D82BF3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Telefax:</w:t>
      </w:r>
      <w:r w:rsidRPr="009E4184">
        <w:rPr>
          <w:rFonts w:ascii="Calibri" w:hAnsi="Calibri" w:cs="Calibri"/>
        </w:rPr>
        <w:tab/>
        <w:t>................................................................................................</w:t>
      </w:r>
    </w:p>
    <w:p w14:paraId="751B0355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285BD009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E-Mail:</w:t>
      </w:r>
      <w:r w:rsidRPr="009E4184">
        <w:rPr>
          <w:rFonts w:ascii="Calibri" w:hAnsi="Calibri" w:cs="Calibri"/>
        </w:rPr>
        <w:tab/>
        <w:t>……...........................................................................................</w:t>
      </w:r>
    </w:p>
    <w:p w14:paraId="6548C25B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33551C23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Geschäftszeiten:  ........................................................................................</w:t>
      </w:r>
    </w:p>
    <w:p w14:paraId="632546F3" w14:textId="77777777" w:rsidR="005B3B79" w:rsidRPr="009E4184" w:rsidRDefault="005B3B79" w:rsidP="009E418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auto" w:fill="FFFFFF"/>
        <w:spacing w:line="320" w:lineRule="atLeast"/>
        <w:rPr>
          <w:rFonts w:ascii="Calibri" w:hAnsi="Calibri" w:cs="Calibri"/>
        </w:rPr>
      </w:pPr>
    </w:p>
    <w:p w14:paraId="3EE1320C" w14:textId="131C6882" w:rsidR="005B3B79" w:rsidRDefault="005B3B79" w:rsidP="009E4184">
      <w:pPr>
        <w:pStyle w:val="Textkrper"/>
        <w:spacing w:line="320" w:lineRule="atLeast"/>
        <w:ind w:left="360"/>
        <w:rPr>
          <w:rFonts w:ascii="Calibri" w:hAnsi="Calibri" w:cs="Calibri"/>
          <w:b/>
        </w:rPr>
      </w:pPr>
    </w:p>
    <w:p w14:paraId="58EE5C2B" w14:textId="77777777" w:rsidR="006F37C2" w:rsidRDefault="006F37C2" w:rsidP="009E4184">
      <w:pPr>
        <w:pStyle w:val="Textkrper"/>
        <w:spacing w:line="320" w:lineRule="atLeast"/>
        <w:ind w:left="360"/>
        <w:rPr>
          <w:rFonts w:ascii="Calibri" w:hAnsi="Calibri" w:cs="Calibri"/>
          <w:b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6209"/>
        <w:gridCol w:w="2722"/>
      </w:tblGrid>
      <w:tr w:rsidR="003C76D6" w:rsidRPr="003C76D6" w14:paraId="62AEB2D9" w14:textId="77777777" w:rsidTr="00336CDE">
        <w:trPr>
          <w:trHeight w:val="461"/>
        </w:trPr>
        <w:tc>
          <w:tcPr>
            <w:tcW w:w="6209" w:type="dxa"/>
            <w:vAlign w:val="center"/>
          </w:tcPr>
          <w:p w14:paraId="51BBE6CA" w14:textId="78078141" w:rsidR="003C76D6" w:rsidRPr="00336CDE" w:rsidRDefault="00336CDE" w:rsidP="000B7C27">
            <w:pPr>
              <w:spacing w:line="320" w:lineRule="atLeas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lastRenderedPageBreak/>
              <w:t>Art der Fahrt:</w:t>
            </w:r>
          </w:p>
        </w:tc>
        <w:tc>
          <w:tcPr>
            <w:tcW w:w="2722" w:type="dxa"/>
            <w:vAlign w:val="center"/>
          </w:tcPr>
          <w:p w14:paraId="3091C13B" w14:textId="41B6F5CA" w:rsidR="003C76D6" w:rsidRPr="003C76D6" w:rsidRDefault="00336CDE" w:rsidP="000B7C27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Pauschalpreis pro Unterrichtstag:</w:t>
            </w:r>
          </w:p>
        </w:tc>
      </w:tr>
      <w:tr w:rsidR="00336CDE" w:rsidRPr="003C76D6" w14:paraId="0233533C" w14:textId="77777777" w:rsidTr="002B0EA4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738F4282" w14:textId="56935333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Frühfahrt </w:t>
            </w:r>
            <w:r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59F76039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36CDE" w:rsidRPr="003C76D6" w14:paraId="048C7114" w14:textId="77777777" w:rsidTr="002B0EA4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060CE730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380DCD5E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DE5EEF" w:rsidRPr="003C76D6" w14:paraId="6760C38B" w14:textId="77777777" w:rsidTr="00130926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23C11E45" w14:textId="507BD844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Frühfahrt 2</w:t>
            </w:r>
            <w:r w:rsidR="0010519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42B2FB55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DE5EEF" w:rsidRPr="003C76D6" w14:paraId="2C8BC251" w14:textId="77777777" w:rsidTr="00130926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063A9945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1116A384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DE5EEF" w:rsidRPr="003C76D6" w14:paraId="3A32F335" w14:textId="77777777" w:rsidTr="00130926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4587E6EF" w14:textId="5DCE08D6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Nachmittagsfahrt</w:t>
            </w:r>
            <w:r w:rsidR="0010519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09B32F87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DE5EEF" w:rsidRPr="003C76D6" w14:paraId="590B5478" w14:textId="77777777" w:rsidTr="00130926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4FA915B0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24B1EE2F" w14:textId="77777777" w:rsidR="00DE5EEF" w:rsidRPr="003C76D6" w:rsidRDefault="00DE5EEF" w:rsidP="00130926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EE693B" w:rsidRPr="003C76D6" w14:paraId="7A3F1995" w14:textId="77777777" w:rsidTr="002B0EA4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47E53AFD" w14:textId="2FD393D5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Weitere Nachmittagsfahrten (nach Ende Nachmittagsbetreuung)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4014D513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EE693B" w:rsidRPr="003C76D6" w14:paraId="2FAF7E21" w14:textId="77777777" w:rsidTr="002B0EA4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61C5679B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6D249686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36CDE" w:rsidRPr="003C76D6" w14:paraId="2F42E3BF" w14:textId="77777777" w:rsidTr="002B0EA4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54F0573A" w14:textId="5693B463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Optionale Fahrten (Landsham, Pliening)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234F2B75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36CDE" w:rsidRPr="003C76D6" w14:paraId="4051423A" w14:textId="77777777" w:rsidTr="002B0EA4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3427F1BA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7B713027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EE693B" w:rsidRPr="003C76D6" w14:paraId="108A6058" w14:textId="77777777" w:rsidTr="002B0EA4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62DB29D2" w14:textId="7A9448A0" w:rsidR="00EE693B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 w:rsidRPr="00336CDE">
              <w:rPr>
                <w:rFonts w:ascii="Calibri" w:hAnsi="Calibri" w:cs="Calibri"/>
                <w:b/>
                <w:bCs/>
                <w:u w:val="single"/>
              </w:rPr>
              <w:t>Fahrt 1:</w:t>
            </w:r>
            <w:r>
              <w:rPr>
                <w:rFonts w:ascii="Calibri" w:hAnsi="Calibri" w:cs="Calibri"/>
              </w:rPr>
              <w:t xml:space="preserve"> </w:t>
            </w:r>
            <w:r w:rsidR="00EE693B" w:rsidRPr="00EE693B">
              <w:rPr>
                <w:rFonts w:ascii="Calibri" w:hAnsi="Calibri" w:cs="Calibri"/>
              </w:rPr>
              <w:t>Beförderung der Schulklassen zum Poinger Schwimmbad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0CE03628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EE693B" w:rsidRPr="003C76D6" w14:paraId="1004A7D8" w14:textId="77777777" w:rsidTr="002B0EA4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279ED235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12F3049D" w14:textId="77777777" w:rsidR="00EE693B" w:rsidRPr="003C76D6" w:rsidRDefault="00EE693B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36CDE" w:rsidRPr="003C76D6" w14:paraId="1DA2E18D" w14:textId="77777777" w:rsidTr="002B0EA4">
        <w:trPr>
          <w:trHeight w:val="461"/>
        </w:trPr>
        <w:tc>
          <w:tcPr>
            <w:tcW w:w="6209" w:type="dxa"/>
            <w:shd w:val="clear" w:color="auto" w:fill="FFCC99"/>
            <w:vAlign w:val="center"/>
          </w:tcPr>
          <w:p w14:paraId="3AFCE712" w14:textId="2ADB710C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 w:rsidRPr="00336CDE">
              <w:rPr>
                <w:rFonts w:ascii="Calibri" w:hAnsi="Calibri" w:cs="Calibri"/>
                <w:b/>
                <w:bCs/>
                <w:u w:val="single"/>
              </w:rPr>
              <w:t>Fahrt 2:</w:t>
            </w:r>
            <w:r>
              <w:rPr>
                <w:rFonts w:ascii="Calibri" w:hAnsi="Calibri" w:cs="Calibri"/>
              </w:rPr>
              <w:t xml:space="preserve"> </w:t>
            </w:r>
            <w:r w:rsidRPr="00EE693B">
              <w:rPr>
                <w:rFonts w:ascii="Calibri" w:hAnsi="Calibri" w:cs="Calibri"/>
              </w:rPr>
              <w:t>Beförderung der Schulklassen zum Poinger Schwimmbad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133970A3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36CDE" w:rsidRPr="003C76D6" w14:paraId="515B14AE" w14:textId="77777777" w:rsidTr="002B0EA4">
        <w:trPr>
          <w:trHeight w:val="411"/>
        </w:trPr>
        <w:tc>
          <w:tcPr>
            <w:tcW w:w="6209" w:type="dxa"/>
            <w:shd w:val="clear" w:color="auto" w:fill="FFCC99"/>
            <w:vAlign w:val="center"/>
          </w:tcPr>
          <w:p w14:paraId="0CB3AAE1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  <w:r w:rsidRPr="00DE5EEF">
              <w:rPr>
                <w:rFonts w:ascii="Calibri" w:hAnsi="Calibri" w:cs="Calibri"/>
              </w:rPr>
              <w:t>Zzgl. 7 % MwSt.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63AF263E" w14:textId="77777777" w:rsidR="00336CDE" w:rsidRPr="003C76D6" w:rsidRDefault="00336CDE" w:rsidP="002B0EA4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3C76D6" w:rsidRPr="003C76D6" w14:paraId="2DBE2855" w14:textId="77777777" w:rsidTr="0082616B">
        <w:trPr>
          <w:trHeight w:val="580"/>
        </w:trPr>
        <w:tc>
          <w:tcPr>
            <w:tcW w:w="6209" w:type="dxa"/>
            <w:shd w:val="clear" w:color="auto" w:fill="FFCC99"/>
            <w:vAlign w:val="center"/>
          </w:tcPr>
          <w:p w14:paraId="07D4F6F3" w14:textId="77777777" w:rsidR="003C76D6" w:rsidRPr="003C76D6" w:rsidRDefault="003C76D6" w:rsidP="000B7C27">
            <w:pPr>
              <w:spacing w:line="320" w:lineRule="atLeast"/>
              <w:rPr>
                <w:rFonts w:ascii="Calibri" w:hAnsi="Calibri" w:cs="Calibri"/>
                <w:b/>
              </w:rPr>
            </w:pPr>
            <w:r w:rsidRPr="003C76D6">
              <w:rPr>
                <w:rFonts w:ascii="Calibri" w:hAnsi="Calibri" w:cs="Calibri"/>
                <w:b/>
              </w:rPr>
              <w:t>Gesamtbetrag brutto</w:t>
            </w:r>
          </w:p>
        </w:tc>
        <w:tc>
          <w:tcPr>
            <w:tcW w:w="2722" w:type="dxa"/>
            <w:shd w:val="clear" w:color="auto" w:fill="FFCC99"/>
            <w:vAlign w:val="center"/>
          </w:tcPr>
          <w:p w14:paraId="10126BCC" w14:textId="77777777" w:rsidR="003C76D6" w:rsidRPr="003C76D6" w:rsidRDefault="003C76D6" w:rsidP="000B7C27">
            <w:pPr>
              <w:spacing w:line="320" w:lineRule="atLeast"/>
              <w:rPr>
                <w:rFonts w:ascii="Calibri" w:hAnsi="Calibri" w:cs="Calibri"/>
                <w:b/>
              </w:rPr>
            </w:pPr>
          </w:p>
        </w:tc>
      </w:tr>
    </w:tbl>
    <w:p w14:paraId="43E20A8F" w14:textId="73E1432C" w:rsidR="003C76D6" w:rsidRDefault="003C76D6" w:rsidP="009E4184">
      <w:pPr>
        <w:pStyle w:val="Textkrper"/>
        <w:spacing w:line="320" w:lineRule="atLeast"/>
        <w:ind w:left="360"/>
        <w:rPr>
          <w:rFonts w:ascii="Calibri" w:hAnsi="Calibri" w:cs="Calibri"/>
          <w:b/>
        </w:rPr>
      </w:pPr>
    </w:p>
    <w:p w14:paraId="56D20AFB" w14:textId="77777777" w:rsidR="003C76D6" w:rsidRPr="009E4184" w:rsidRDefault="003C76D6" w:rsidP="00B3021F">
      <w:pPr>
        <w:pStyle w:val="Textkrper"/>
        <w:spacing w:after="0" w:line="320" w:lineRule="atLeast"/>
        <w:rPr>
          <w:rFonts w:ascii="Calibri" w:hAnsi="Calibri" w:cs="Calibri"/>
          <w:b/>
        </w:rPr>
      </w:pPr>
      <w:r w:rsidRPr="009E4184">
        <w:rPr>
          <w:rFonts w:ascii="Calibri" w:hAnsi="Calibri" w:cs="Calibri"/>
        </w:rPr>
        <w:t>Die nachstehende Unterschrift gilt für alle Teile des Angebotes.</w:t>
      </w:r>
    </w:p>
    <w:p w14:paraId="1E4EF9CE" w14:textId="77777777" w:rsidR="003C76D6" w:rsidRDefault="003C76D6" w:rsidP="009E4184">
      <w:pPr>
        <w:pStyle w:val="Textkrper"/>
        <w:spacing w:line="320" w:lineRule="atLeast"/>
        <w:rPr>
          <w:rFonts w:ascii="Calibri" w:hAnsi="Calibri" w:cs="Calibri"/>
        </w:rPr>
      </w:pPr>
    </w:p>
    <w:p w14:paraId="0AD6456D" w14:textId="7B7C18F8" w:rsidR="005B3B79" w:rsidRPr="009E4184" w:rsidRDefault="005B3B79" w:rsidP="009E4184">
      <w:pPr>
        <w:pStyle w:val="Textkrper"/>
        <w:spacing w:line="320" w:lineRule="atLeast"/>
        <w:rPr>
          <w:rFonts w:ascii="Calibri" w:hAnsi="Calibri" w:cs="Calibri"/>
          <w:b/>
        </w:rPr>
      </w:pPr>
      <w:r w:rsidRPr="009E4184">
        <w:rPr>
          <w:rFonts w:ascii="Calibri" w:hAnsi="Calibri" w:cs="Calibri"/>
        </w:rPr>
        <w:t>Ort, Datum, Stempel und rechtsverbindliche Unterschrift:</w:t>
      </w:r>
    </w:p>
    <w:p w14:paraId="3D302E19" w14:textId="77777777" w:rsidR="005B3B79" w:rsidRPr="009E4184" w:rsidRDefault="005B3B79" w:rsidP="009E4184">
      <w:pPr>
        <w:pStyle w:val="Textkrper"/>
        <w:shd w:val="pct5" w:color="auto" w:fill="FFFFFF"/>
        <w:spacing w:line="320" w:lineRule="atLeast"/>
        <w:rPr>
          <w:rFonts w:ascii="Calibri" w:hAnsi="Calibri" w:cs="Calibri"/>
          <w:b/>
        </w:rPr>
      </w:pPr>
    </w:p>
    <w:p w14:paraId="5A4C3813" w14:textId="3FAE9ED0" w:rsidR="005B3B79" w:rsidRPr="009E4184" w:rsidRDefault="005B3B79" w:rsidP="009E4184">
      <w:pPr>
        <w:pStyle w:val="Textkrper"/>
        <w:shd w:val="pct5" w:color="auto" w:fill="FFFFFF"/>
        <w:spacing w:line="320" w:lineRule="atLeast"/>
        <w:rPr>
          <w:rFonts w:ascii="Calibri" w:hAnsi="Calibri" w:cs="Calibri"/>
          <w:b/>
        </w:rPr>
      </w:pPr>
      <w:r w:rsidRPr="009E4184">
        <w:rPr>
          <w:rFonts w:ascii="Calibri" w:hAnsi="Calibri" w:cs="Calibri"/>
        </w:rPr>
        <w:t>.................................................................................................</w:t>
      </w:r>
      <w:r w:rsidR="0082616B">
        <w:rPr>
          <w:rFonts w:ascii="Calibri" w:hAnsi="Calibri" w:cs="Calibri"/>
        </w:rPr>
        <w:t>......................................................................</w:t>
      </w:r>
    </w:p>
    <w:p w14:paraId="28F4AE6D" w14:textId="47FD8F6E" w:rsidR="00F008CE" w:rsidRPr="009E4184" w:rsidRDefault="005B3B79" w:rsidP="00EE693B">
      <w:pPr>
        <w:pStyle w:val="Textkrper"/>
        <w:spacing w:line="320" w:lineRule="atLeast"/>
        <w:rPr>
          <w:rFonts w:ascii="Calibri" w:hAnsi="Calibri" w:cs="Calibri"/>
        </w:rPr>
      </w:pPr>
      <w:r w:rsidRPr="009E4184">
        <w:rPr>
          <w:rFonts w:ascii="Calibri" w:hAnsi="Calibri" w:cs="Calibri"/>
        </w:rPr>
        <w:t>Wird das Angebotssschreiben an dieser Stelle nicht rechtsverbindlich unterschrieben, gilt das Angebot als nicht abgegeben.</w:t>
      </w:r>
    </w:p>
    <w:sectPr w:rsidR="00F008CE" w:rsidRPr="009E4184" w:rsidSect="00AC1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9" w:right="1134" w:bottom="1276" w:left="1418" w:header="1134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ED7AF" w14:textId="77777777" w:rsidR="00E9674A" w:rsidRDefault="00E9674A" w:rsidP="00AD3E32">
      <w:pPr>
        <w:spacing w:after="0" w:line="240" w:lineRule="auto"/>
      </w:pPr>
      <w:r>
        <w:separator/>
      </w:r>
    </w:p>
    <w:p w14:paraId="58353036" w14:textId="77777777" w:rsidR="00E9674A" w:rsidRDefault="00E9674A"/>
  </w:endnote>
  <w:endnote w:type="continuationSeparator" w:id="0">
    <w:p w14:paraId="648A2D79" w14:textId="77777777" w:rsidR="00E9674A" w:rsidRDefault="00E9674A" w:rsidP="00AD3E32">
      <w:pPr>
        <w:spacing w:after="0" w:line="240" w:lineRule="auto"/>
      </w:pPr>
      <w:r>
        <w:continuationSeparator/>
      </w:r>
    </w:p>
    <w:p w14:paraId="23FF788A" w14:textId="77777777" w:rsidR="00E9674A" w:rsidRDefault="00E96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BEE9C" w14:textId="77777777" w:rsidR="00330CC0" w:rsidRDefault="00330CC0">
    <w:pPr>
      <w:spacing w:after="0" w:line="240" w:lineRule="auto"/>
    </w:pPr>
  </w:p>
  <w:p w14:paraId="048D9B29" w14:textId="77777777" w:rsidR="00330CC0" w:rsidRDefault="00330C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9961" w:type="dxa"/>
      <w:tblCellSpacing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8" w:space="0" w:color="FFFFFF" w:themeColor="background1"/>
      </w:tblBorders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2494"/>
      <w:gridCol w:w="112"/>
      <w:gridCol w:w="2494"/>
      <w:gridCol w:w="114"/>
      <w:gridCol w:w="2013"/>
      <w:gridCol w:w="114"/>
      <w:gridCol w:w="2013"/>
      <w:gridCol w:w="607"/>
    </w:tblGrid>
    <w:tr w:rsidR="00330CC0" w14:paraId="2F95E8DB" w14:textId="77777777" w:rsidTr="001E3624">
      <w:trPr>
        <w:trHeight w:val="964"/>
        <w:tblCellSpacing w:w="0" w:type="dxa"/>
      </w:trPr>
      <w:tc>
        <w:tcPr>
          <w:tcW w:w="2494" w:type="dxa"/>
        </w:tcPr>
        <w:p w14:paraId="00BDF7E5" w14:textId="77777777" w:rsidR="00330CC0" w:rsidRDefault="00330CC0" w:rsidP="00170503">
          <w:pPr>
            <w:pStyle w:val="Fuzeile"/>
          </w:pPr>
        </w:p>
      </w:tc>
      <w:tc>
        <w:tcPr>
          <w:tcW w:w="112" w:type="dxa"/>
        </w:tcPr>
        <w:p w14:paraId="12DBBC60" w14:textId="77777777" w:rsidR="00330CC0" w:rsidRPr="001A6518" w:rsidRDefault="00330CC0" w:rsidP="00170503">
          <w:pPr>
            <w:pStyle w:val="Fuzeile"/>
            <w:rPr>
              <w:rStyle w:val="Fett"/>
            </w:rPr>
          </w:pPr>
        </w:p>
      </w:tc>
      <w:tc>
        <w:tcPr>
          <w:tcW w:w="2494" w:type="dxa"/>
        </w:tcPr>
        <w:p w14:paraId="12D65A7D" w14:textId="77777777" w:rsidR="00330CC0" w:rsidRDefault="00330CC0" w:rsidP="00170503">
          <w:pPr>
            <w:pStyle w:val="Fuzeile"/>
          </w:pPr>
        </w:p>
      </w:tc>
      <w:tc>
        <w:tcPr>
          <w:tcW w:w="114" w:type="dxa"/>
        </w:tcPr>
        <w:p w14:paraId="445A2173" w14:textId="77777777" w:rsidR="00330CC0" w:rsidRDefault="00330CC0" w:rsidP="00170503">
          <w:pPr>
            <w:pStyle w:val="Fuzeile"/>
          </w:pPr>
        </w:p>
      </w:tc>
      <w:tc>
        <w:tcPr>
          <w:tcW w:w="2013" w:type="dxa"/>
        </w:tcPr>
        <w:p w14:paraId="50C2052B" w14:textId="77777777" w:rsidR="00330CC0" w:rsidRDefault="00330CC0" w:rsidP="00170503">
          <w:pPr>
            <w:pStyle w:val="Fuzeile"/>
          </w:pPr>
        </w:p>
      </w:tc>
      <w:tc>
        <w:tcPr>
          <w:tcW w:w="114" w:type="dxa"/>
        </w:tcPr>
        <w:p w14:paraId="3E4D103F" w14:textId="77777777" w:rsidR="00330CC0" w:rsidRPr="00AD3E32" w:rsidRDefault="00330CC0" w:rsidP="00170503">
          <w:pPr>
            <w:pStyle w:val="Fuzeile"/>
          </w:pPr>
        </w:p>
      </w:tc>
      <w:tc>
        <w:tcPr>
          <w:tcW w:w="2013" w:type="dxa"/>
        </w:tcPr>
        <w:p w14:paraId="2D75219F" w14:textId="77777777" w:rsidR="00330CC0" w:rsidRDefault="00330CC0" w:rsidP="00170503">
          <w:pPr>
            <w:pStyle w:val="Fuzeile"/>
          </w:pPr>
        </w:p>
      </w:tc>
      <w:tc>
        <w:tcPr>
          <w:tcW w:w="607" w:type="dxa"/>
          <w:vAlign w:val="bottom"/>
        </w:tcPr>
        <w:p w14:paraId="01979759" w14:textId="7E3306F6" w:rsidR="00330CC0" w:rsidRPr="00AD3E32" w:rsidRDefault="00330CC0" w:rsidP="00170503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t>/</w:t>
          </w:r>
          <w:fldSimple w:instr=" NUMPAGES   \* MERGEFORMAT ">
            <w:r>
              <w:t>20</w:t>
            </w:r>
          </w:fldSimple>
        </w:p>
      </w:tc>
    </w:tr>
  </w:tbl>
  <w:p w14:paraId="2512E3E4" w14:textId="77777777" w:rsidR="00330CC0" w:rsidRPr="00BF5B9D" w:rsidRDefault="00330CC0" w:rsidP="00BF5B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D90C8" w14:textId="77777777" w:rsidR="00330CC0" w:rsidRDefault="00330CC0" w:rsidP="00AD1673">
    <w:pPr>
      <w:pStyle w:val="Fuzeile"/>
    </w:pPr>
  </w:p>
  <w:tbl>
    <w:tblPr>
      <w:tblStyle w:val="Tabellenraster"/>
      <w:tblW w:w="6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8" w:space="0" w:color="FFFFFF" w:themeColor="background1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607"/>
    </w:tblGrid>
    <w:tr w:rsidR="00330CC0" w14:paraId="0E514346" w14:textId="77777777" w:rsidTr="005B3B79">
      <w:trPr>
        <w:trHeight w:val="964"/>
      </w:trPr>
      <w:tc>
        <w:tcPr>
          <w:tcW w:w="607" w:type="dxa"/>
          <w:vAlign w:val="bottom"/>
        </w:tcPr>
        <w:p w14:paraId="27980700" w14:textId="128D627E" w:rsidR="00330CC0" w:rsidRPr="00AD3E32" w:rsidRDefault="00330CC0" w:rsidP="00FF3E10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fldSimple w:instr=" NUMPAGES   \* MERGEFORMAT ">
            <w:r>
              <w:t>20</w:t>
            </w:r>
          </w:fldSimple>
        </w:p>
      </w:tc>
    </w:tr>
  </w:tbl>
  <w:p w14:paraId="5E8E97B7" w14:textId="77777777" w:rsidR="00330CC0" w:rsidRDefault="00330CC0" w:rsidP="00AD16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8EEAB" w14:textId="77777777" w:rsidR="00E9674A" w:rsidRDefault="00E9674A" w:rsidP="00AD3E32">
      <w:pPr>
        <w:spacing w:after="0" w:line="240" w:lineRule="auto"/>
      </w:pPr>
      <w:r>
        <w:separator/>
      </w:r>
    </w:p>
    <w:p w14:paraId="3138FC06" w14:textId="77777777" w:rsidR="00E9674A" w:rsidRDefault="00E9674A"/>
  </w:footnote>
  <w:footnote w:type="continuationSeparator" w:id="0">
    <w:p w14:paraId="35842B6C" w14:textId="77777777" w:rsidR="00E9674A" w:rsidRDefault="00E9674A" w:rsidP="00AD3E32">
      <w:pPr>
        <w:spacing w:after="0" w:line="240" w:lineRule="auto"/>
      </w:pPr>
      <w:r>
        <w:continuationSeparator/>
      </w:r>
    </w:p>
    <w:p w14:paraId="2A828C0D" w14:textId="77777777" w:rsidR="00E9674A" w:rsidRDefault="00E96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9810" w14:textId="5C9A7E36" w:rsidR="00330CC0" w:rsidRDefault="00330CC0">
    <w:pPr>
      <w:spacing w:after="0" w:line="240" w:lineRule="auto"/>
    </w:pPr>
  </w:p>
  <w:p w14:paraId="0A5172EF" w14:textId="77777777" w:rsidR="00330CC0" w:rsidRDefault="00330C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6BAE1" w14:textId="2DE8C8D7" w:rsidR="00330CC0" w:rsidRDefault="00330CC0" w:rsidP="00AD1673">
    <w:pPr>
      <w:pStyle w:val="KopfzeileSeite2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B92BD" w14:textId="1ED1403F" w:rsidR="00330CC0" w:rsidRPr="008E153F" w:rsidRDefault="00330CC0" w:rsidP="00054D88">
    <w:pPr>
      <w:pStyle w:val="Kopfzeile"/>
      <w:tabs>
        <w:tab w:val="left" w:pos="6843"/>
      </w:tabs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7D7237" wp14:editId="61E93CAB">
              <wp:simplePos x="0" y="0"/>
              <wp:positionH relativeFrom="page">
                <wp:posOffset>257175</wp:posOffset>
              </wp:positionH>
              <wp:positionV relativeFrom="page">
                <wp:posOffset>6912610</wp:posOffset>
              </wp:positionV>
              <wp:extent cx="71755" cy="0"/>
              <wp:effectExtent l="9525" t="6985" r="13970" b="12065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F9C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20.25pt;margin-top:544.3pt;width:5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89F944" wp14:editId="492C9D4A">
              <wp:simplePos x="0" y="0"/>
              <wp:positionH relativeFrom="page">
                <wp:posOffset>257175</wp:posOffset>
              </wp:positionH>
              <wp:positionV relativeFrom="page">
                <wp:posOffset>5346700</wp:posOffset>
              </wp:positionV>
              <wp:extent cx="71755" cy="0"/>
              <wp:effectExtent l="9525" t="12700" r="13970" b="635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B3C471" id="AutoShape 5" o:spid="_x0000_s1026" type="#_x0000_t32" style="position:absolute;margin-left:20.25pt;margin-top:421pt;width:5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EbGwIAADk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AF5D3" wp14:editId="06D5869C">
              <wp:simplePos x="0" y="0"/>
              <wp:positionH relativeFrom="page">
                <wp:posOffset>257175</wp:posOffset>
              </wp:positionH>
              <wp:positionV relativeFrom="page">
                <wp:posOffset>3132455</wp:posOffset>
              </wp:positionV>
              <wp:extent cx="71755" cy="0"/>
              <wp:effectExtent l="9525" t="8255" r="13970" b="1079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2F55A" id="AutoShape 4" o:spid="_x0000_s1026" type="#_x0000_t32" style="position:absolute;margin-left:20.25pt;margin-top:246.65pt;width:5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" strokeweight=".3pt">
              <w10:wrap anchorx="page" anchory="page"/>
            </v:shape>
          </w:pict>
        </mc:Fallback>
      </mc:AlternateContent>
    </w:r>
    <w:r w:rsidRPr="008E153F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A612E"/>
    <w:multiLevelType w:val="hybridMultilevel"/>
    <w:tmpl w:val="E90AB94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6F69D8"/>
    <w:multiLevelType w:val="hybridMultilevel"/>
    <w:tmpl w:val="1360ADDA"/>
    <w:lvl w:ilvl="0" w:tplc="0407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207594D"/>
    <w:multiLevelType w:val="hybridMultilevel"/>
    <w:tmpl w:val="5B1E27DE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AD630D"/>
    <w:multiLevelType w:val="hybridMultilevel"/>
    <w:tmpl w:val="E2F46A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A00B0"/>
    <w:multiLevelType w:val="multilevel"/>
    <w:tmpl w:val="3600EE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A14E7C"/>
    <w:multiLevelType w:val="hybridMultilevel"/>
    <w:tmpl w:val="7DA6C3C4"/>
    <w:lvl w:ilvl="0" w:tplc="6AB2C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250C7"/>
    <w:multiLevelType w:val="hybridMultilevel"/>
    <w:tmpl w:val="2C2039C4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2B1064"/>
    <w:multiLevelType w:val="hybridMultilevel"/>
    <w:tmpl w:val="FD02D534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4B6252"/>
    <w:multiLevelType w:val="hybridMultilevel"/>
    <w:tmpl w:val="7EA4E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16C51"/>
    <w:multiLevelType w:val="hybridMultilevel"/>
    <w:tmpl w:val="1AAC7CB0"/>
    <w:lvl w:ilvl="0" w:tplc="57BAF550">
      <w:numFmt w:val="bullet"/>
      <w:lvlText w:val="-"/>
      <w:lvlJc w:val="left"/>
      <w:pPr>
        <w:ind w:left="1871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10" w15:restartNumberingAfterBreak="0">
    <w:nsid w:val="27E377DA"/>
    <w:multiLevelType w:val="singleLevel"/>
    <w:tmpl w:val="57606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9236B7C"/>
    <w:multiLevelType w:val="hybridMultilevel"/>
    <w:tmpl w:val="5EEE46CA"/>
    <w:lvl w:ilvl="0" w:tplc="57BAF550">
      <w:numFmt w:val="bullet"/>
      <w:lvlText w:val="-"/>
      <w:lvlJc w:val="left"/>
      <w:pPr>
        <w:ind w:left="1871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12" w15:restartNumberingAfterBreak="0">
    <w:nsid w:val="2F422265"/>
    <w:multiLevelType w:val="singleLevel"/>
    <w:tmpl w:val="57606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34184C39"/>
    <w:multiLevelType w:val="multilevel"/>
    <w:tmpl w:val="D758D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5077BC1"/>
    <w:multiLevelType w:val="hybridMultilevel"/>
    <w:tmpl w:val="D0803F94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9B2F08"/>
    <w:multiLevelType w:val="hybridMultilevel"/>
    <w:tmpl w:val="A566C428"/>
    <w:lvl w:ilvl="0" w:tplc="04070005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16" w15:restartNumberingAfterBreak="0">
    <w:nsid w:val="37ED2B0E"/>
    <w:multiLevelType w:val="hybridMultilevel"/>
    <w:tmpl w:val="185253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87ADC"/>
    <w:multiLevelType w:val="hybridMultilevel"/>
    <w:tmpl w:val="5D285F86"/>
    <w:lvl w:ilvl="0" w:tplc="F300F2D6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E9E7FCE"/>
    <w:multiLevelType w:val="hybridMultilevel"/>
    <w:tmpl w:val="39C0E00A"/>
    <w:lvl w:ilvl="0" w:tplc="0407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431D6A39"/>
    <w:multiLevelType w:val="hybridMultilevel"/>
    <w:tmpl w:val="AAF63308"/>
    <w:lvl w:ilvl="0" w:tplc="F4AC23F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C04395"/>
    <w:multiLevelType w:val="hybridMultilevel"/>
    <w:tmpl w:val="EBFCC6AA"/>
    <w:lvl w:ilvl="0" w:tplc="C27A6B0C">
      <w:start w:val="3"/>
      <w:numFmt w:val="bullet"/>
      <w:lvlText w:val="-"/>
      <w:lvlJc w:val="left"/>
      <w:pPr>
        <w:ind w:left="178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51DD4927"/>
    <w:multiLevelType w:val="hybridMultilevel"/>
    <w:tmpl w:val="34505D54"/>
    <w:lvl w:ilvl="0" w:tplc="6AB2C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F7724"/>
    <w:multiLevelType w:val="hybridMultilevel"/>
    <w:tmpl w:val="DA4E8260"/>
    <w:lvl w:ilvl="0" w:tplc="0A40B0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6A7578"/>
    <w:multiLevelType w:val="multilevel"/>
    <w:tmpl w:val="ACAE2A7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6BA63C0"/>
    <w:multiLevelType w:val="hybridMultilevel"/>
    <w:tmpl w:val="F418FD16"/>
    <w:lvl w:ilvl="0" w:tplc="B576054E">
      <w:start w:val="1"/>
      <w:numFmt w:val="bullet"/>
      <w:lvlText w:val="-"/>
      <w:lvlJc w:val="left"/>
      <w:pPr>
        <w:ind w:left="360" w:hanging="360"/>
      </w:pPr>
      <w:rPr>
        <w:rFonts w:ascii="ArialMT" w:eastAsiaTheme="minorHAnsi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50402C"/>
    <w:multiLevelType w:val="multilevel"/>
    <w:tmpl w:val="ED0EC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FF62E8D"/>
    <w:multiLevelType w:val="hybridMultilevel"/>
    <w:tmpl w:val="3108776A"/>
    <w:lvl w:ilvl="0" w:tplc="C27A6B0C">
      <w:start w:val="3"/>
      <w:numFmt w:val="bullet"/>
      <w:lvlText w:val="-"/>
      <w:lvlJc w:val="left"/>
      <w:pPr>
        <w:ind w:left="1151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7" w15:restartNumberingAfterBreak="0">
    <w:nsid w:val="604173EB"/>
    <w:multiLevelType w:val="hybridMultilevel"/>
    <w:tmpl w:val="8D56AEB8"/>
    <w:lvl w:ilvl="0" w:tplc="0A40B0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09D2F2E"/>
    <w:multiLevelType w:val="hybridMultilevel"/>
    <w:tmpl w:val="BADE7D84"/>
    <w:lvl w:ilvl="0" w:tplc="C27A6B0C">
      <w:start w:val="3"/>
      <w:numFmt w:val="bullet"/>
      <w:lvlText w:val="-"/>
      <w:lvlJc w:val="left"/>
      <w:pPr>
        <w:ind w:left="1151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9" w15:restartNumberingAfterBreak="0">
    <w:nsid w:val="69FA62A5"/>
    <w:multiLevelType w:val="hybridMultilevel"/>
    <w:tmpl w:val="ED1A998C"/>
    <w:lvl w:ilvl="0" w:tplc="0407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0" w15:restartNumberingAfterBreak="0">
    <w:nsid w:val="6A7737B3"/>
    <w:multiLevelType w:val="hybridMultilevel"/>
    <w:tmpl w:val="DF10F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C2C58"/>
    <w:multiLevelType w:val="hybridMultilevel"/>
    <w:tmpl w:val="1DBE5CE6"/>
    <w:lvl w:ilvl="0" w:tplc="04070005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32" w15:restartNumberingAfterBreak="0">
    <w:nsid w:val="73F8506F"/>
    <w:multiLevelType w:val="singleLevel"/>
    <w:tmpl w:val="A2F65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3" w15:restartNumberingAfterBreak="0">
    <w:nsid w:val="762B11BD"/>
    <w:multiLevelType w:val="hybridMultilevel"/>
    <w:tmpl w:val="409C31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D7166"/>
    <w:multiLevelType w:val="hybridMultilevel"/>
    <w:tmpl w:val="2EDC2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711B8"/>
    <w:multiLevelType w:val="hybridMultilevel"/>
    <w:tmpl w:val="D0A8483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E35F09"/>
    <w:multiLevelType w:val="hybridMultilevel"/>
    <w:tmpl w:val="68089986"/>
    <w:lvl w:ilvl="0" w:tplc="0407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7" w15:restartNumberingAfterBreak="0">
    <w:nsid w:val="7D09040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CF1715"/>
    <w:multiLevelType w:val="hybridMultilevel"/>
    <w:tmpl w:val="7FD6BC90"/>
    <w:lvl w:ilvl="0" w:tplc="F300F2D6">
      <w:numFmt w:val="bullet"/>
      <w:lvlText w:val="-"/>
      <w:lvlJc w:val="left"/>
      <w:pPr>
        <w:ind w:left="115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9" w15:restartNumberingAfterBreak="0">
    <w:nsid w:val="7F750A23"/>
    <w:multiLevelType w:val="hybridMultilevel"/>
    <w:tmpl w:val="1092F8C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88504520">
    <w:abstractNumId w:val="24"/>
  </w:num>
  <w:num w:numId="2" w16cid:durableId="1535730438">
    <w:abstractNumId w:val="21"/>
  </w:num>
  <w:num w:numId="3" w16cid:durableId="771434023">
    <w:abstractNumId w:val="5"/>
  </w:num>
  <w:num w:numId="4" w16cid:durableId="739595438">
    <w:abstractNumId w:val="32"/>
  </w:num>
  <w:num w:numId="5" w16cid:durableId="1012876028">
    <w:abstractNumId w:val="25"/>
  </w:num>
  <w:num w:numId="6" w16cid:durableId="1720472809">
    <w:abstractNumId w:val="10"/>
  </w:num>
  <w:num w:numId="7" w16cid:durableId="726077719">
    <w:abstractNumId w:val="23"/>
  </w:num>
  <w:num w:numId="8" w16cid:durableId="1812668405">
    <w:abstractNumId w:val="39"/>
  </w:num>
  <w:num w:numId="9" w16cid:durableId="1712414414">
    <w:abstractNumId w:val="0"/>
  </w:num>
  <w:num w:numId="10" w16cid:durableId="1576818855">
    <w:abstractNumId w:val="35"/>
  </w:num>
  <w:num w:numId="11" w16cid:durableId="1269121680">
    <w:abstractNumId w:val="22"/>
  </w:num>
  <w:num w:numId="12" w16cid:durableId="658004136">
    <w:abstractNumId w:val="36"/>
  </w:num>
  <w:num w:numId="13" w16cid:durableId="1019351999">
    <w:abstractNumId w:val="27"/>
  </w:num>
  <w:num w:numId="14" w16cid:durableId="1084424314">
    <w:abstractNumId w:val="26"/>
  </w:num>
  <w:num w:numId="15" w16cid:durableId="181893598">
    <w:abstractNumId w:val="28"/>
  </w:num>
  <w:num w:numId="16" w16cid:durableId="436797670">
    <w:abstractNumId w:val="30"/>
  </w:num>
  <w:num w:numId="17" w16cid:durableId="1883127796">
    <w:abstractNumId w:val="13"/>
  </w:num>
  <w:num w:numId="18" w16cid:durableId="233901760">
    <w:abstractNumId w:val="8"/>
  </w:num>
  <w:num w:numId="19" w16cid:durableId="789326807">
    <w:abstractNumId w:val="20"/>
  </w:num>
  <w:num w:numId="20" w16cid:durableId="1523780565">
    <w:abstractNumId w:val="33"/>
  </w:num>
  <w:num w:numId="21" w16cid:durableId="325209613">
    <w:abstractNumId w:val="12"/>
  </w:num>
  <w:num w:numId="22" w16cid:durableId="537743882">
    <w:abstractNumId w:val="4"/>
  </w:num>
  <w:num w:numId="23" w16cid:durableId="457453118">
    <w:abstractNumId w:val="3"/>
  </w:num>
  <w:num w:numId="24" w16cid:durableId="313140750">
    <w:abstractNumId w:val="29"/>
  </w:num>
  <w:num w:numId="25" w16cid:durableId="814297474">
    <w:abstractNumId w:val="11"/>
  </w:num>
  <w:num w:numId="26" w16cid:durableId="1842743470">
    <w:abstractNumId w:val="1"/>
  </w:num>
  <w:num w:numId="27" w16cid:durableId="734665055">
    <w:abstractNumId w:val="9"/>
  </w:num>
  <w:num w:numId="28" w16cid:durableId="1172529742">
    <w:abstractNumId w:val="19"/>
  </w:num>
  <w:num w:numId="29" w16cid:durableId="342123929">
    <w:abstractNumId w:val="37"/>
  </w:num>
  <w:num w:numId="30" w16cid:durableId="1748917501">
    <w:abstractNumId w:val="18"/>
  </w:num>
  <w:num w:numId="31" w16cid:durableId="1691563235">
    <w:abstractNumId w:val="38"/>
  </w:num>
  <w:num w:numId="32" w16cid:durableId="1622683631">
    <w:abstractNumId w:val="7"/>
  </w:num>
  <w:num w:numId="33" w16cid:durableId="1176114022">
    <w:abstractNumId w:val="31"/>
  </w:num>
  <w:num w:numId="34" w16cid:durableId="1682472282">
    <w:abstractNumId w:val="15"/>
  </w:num>
  <w:num w:numId="35" w16cid:durableId="1730811517">
    <w:abstractNumId w:val="16"/>
  </w:num>
  <w:num w:numId="36" w16cid:durableId="516390622">
    <w:abstractNumId w:val="34"/>
  </w:num>
  <w:num w:numId="37" w16cid:durableId="326052483">
    <w:abstractNumId w:val="6"/>
  </w:num>
  <w:num w:numId="38" w16cid:durableId="600573370">
    <w:abstractNumId w:val="14"/>
  </w:num>
  <w:num w:numId="39" w16cid:durableId="863250865">
    <w:abstractNumId w:val="2"/>
  </w:num>
  <w:num w:numId="40" w16cid:durableId="17200880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58"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style="mso-position-horizontal-relative:page;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376"/>
    <w:rsid w:val="00001152"/>
    <w:rsid w:val="000033DF"/>
    <w:rsid w:val="00011303"/>
    <w:rsid w:val="0001551D"/>
    <w:rsid w:val="00016217"/>
    <w:rsid w:val="0001657D"/>
    <w:rsid w:val="00021E2A"/>
    <w:rsid w:val="000235B7"/>
    <w:rsid w:val="00030762"/>
    <w:rsid w:val="00036C7D"/>
    <w:rsid w:val="00051BFE"/>
    <w:rsid w:val="00054D88"/>
    <w:rsid w:val="00055F1E"/>
    <w:rsid w:val="0005772E"/>
    <w:rsid w:val="000604C0"/>
    <w:rsid w:val="00070706"/>
    <w:rsid w:val="000774E9"/>
    <w:rsid w:val="00086E4A"/>
    <w:rsid w:val="00091DF7"/>
    <w:rsid w:val="0009275C"/>
    <w:rsid w:val="00096E4D"/>
    <w:rsid w:val="000A4D97"/>
    <w:rsid w:val="000B1E22"/>
    <w:rsid w:val="000B5738"/>
    <w:rsid w:val="000B6A3D"/>
    <w:rsid w:val="000D3F32"/>
    <w:rsid w:val="000D6725"/>
    <w:rsid w:val="000D78C8"/>
    <w:rsid w:val="000E42DD"/>
    <w:rsid w:val="000F17E2"/>
    <w:rsid w:val="000F6B28"/>
    <w:rsid w:val="00100298"/>
    <w:rsid w:val="0010519D"/>
    <w:rsid w:val="0011023A"/>
    <w:rsid w:val="00125C02"/>
    <w:rsid w:val="00133CBC"/>
    <w:rsid w:val="00133CF5"/>
    <w:rsid w:val="0013544A"/>
    <w:rsid w:val="0014044F"/>
    <w:rsid w:val="001459F2"/>
    <w:rsid w:val="00145FA5"/>
    <w:rsid w:val="0014798D"/>
    <w:rsid w:val="00150625"/>
    <w:rsid w:val="00152A62"/>
    <w:rsid w:val="00170503"/>
    <w:rsid w:val="00170DE2"/>
    <w:rsid w:val="0017324C"/>
    <w:rsid w:val="00173A99"/>
    <w:rsid w:val="00177567"/>
    <w:rsid w:val="001829FE"/>
    <w:rsid w:val="001865F2"/>
    <w:rsid w:val="001A486B"/>
    <w:rsid w:val="001A6518"/>
    <w:rsid w:val="001B1063"/>
    <w:rsid w:val="001C00A0"/>
    <w:rsid w:val="001C6AA2"/>
    <w:rsid w:val="001D006E"/>
    <w:rsid w:val="001E3624"/>
    <w:rsid w:val="001F21A3"/>
    <w:rsid w:val="002032AD"/>
    <w:rsid w:val="00210165"/>
    <w:rsid w:val="00213BC0"/>
    <w:rsid w:val="0022790B"/>
    <w:rsid w:val="00234FFB"/>
    <w:rsid w:val="00246482"/>
    <w:rsid w:val="00262B8C"/>
    <w:rsid w:val="00267A6D"/>
    <w:rsid w:val="002835F8"/>
    <w:rsid w:val="002943E2"/>
    <w:rsid w:val="002956AD"/>
    <w:rsid w:val="002B242D"/>
    <w:rsid w:val="002C0206"/>
    <w:rsid w:val="002C4AC4"/>
    <w:rsid w:val="002D2702"/>
    <w:rsid w:val="002D75C1"/>
    <w:rsid w:val="002D7E74"/>
    <w:rsid w:val="002E054A"/>
    <w:rsid w:val="002E09E9"/>
    <w:rsid w:val="002E0B03"/>
    <w:rsid w:val="002E2913"/>
    <w:rsid w:val="002E68E9"/>
    <w:rsid w:val="002F2E3F"/>
    <w:rsid w:val="002F5FE6"/>
    <w:rsid w:val="0032575A"/>
    <w:rsid w:val="0033068F"/>
    <w:rsid w:val="00330CC0"/>
    <w:rsid w:val="00332F5F"/>
    <w:rsid w:val="00336CDE"/>
    <w:rsid w:val="00344119"/>
    <w:rsid w:val="003559C8"/>
    <w:rsid w:val="00357E9D"/>
    <w:rsid w:val="003764DA"/>
    <w:rsid w:val="00380166"/>
    <w:rsid w:val="00386530"/>
    <w:rsid w:val="003A6436"/>
    <w:rsid w:val="003C0143"/>
    <w:rsid w:val="003C45BA"/>
    <w:rsid w:val="003C76D6"/>
    <w:rsid w:val="003C77A4"/>
    <w:rsid w:val="003D0FAB"/>
    <w:rsid w:val="003D27F3"/>
    <w:rsid w:val="003E2A46"/>
    <w:rsid w:val="003F5657"/>
    <w:rsid w:val="003F6ED8"/>
    <w:rsid w:val="003F7BC2"/>
    <w:rsid w:val="00401F73"/>
    <w:rsid w:val="00407884"/>
    <w:rsid w:val="00413E34"/>
    <w:rsid w:val="00425A63"/>
    <w:rsid w:val="00427E39"/>
    <w:rsid w:val="00430423"/>
    <w:rsid w:val="00433F03"/>
    <w:rsid w:val="004414FF"/>
    <w:rsid w:val="0044396E"/>
    <w:rsid w:val="00445C72"/>
    <w:rsid w:val="004466CB"/>
    <w:rsid w:val="004602A3"/>
    <w:rsid w:val="004630CE"/>
    <w:rsid w:val="004642B4"/>
    <w:rsid w:val="004679CE"/>
    <w:rsid w:val="004734D3"/>
    <w:rsid w:val="00477E4A"/>
    <w:rsid w:val="00480EB7"/>
    <w:rsid w:val="004B423F"/>
    <w:rsid w:val="004C382E"/>
    <w:rsid w:val="004D0FB5"/>
    <w:rsid w:val="004D0FD4"/>
    <w:rsid w:val="004E3C3B"/>
    <w:rsid w:val="004F47AE"/>
    <w:rsid w:val="00503680"/>
    <w:rsid w:val="00503723"/>
    <w:rsid w:val="005126DA"/>
    <w:rsid w:val="00513E36"/>
    <w:rsid w:val="005154C2"/>
    <w:rsid w:val="00515B7B"/>
    <w:rsid w:val="00541830"/>
    <w:rsid w:val="00544508"/>
    <w:rsid w:val="00544EAB"/>
    <w:rsid w:val="00547510"/>
    <w:rsid w:val="005505F7"/>
    <w:rsid w:val="005523AC"/>
    <w:rsid w:val="00552B67"/>
    <w:rsid w:val="00562D45"/>
    <w:rsid w:val="00563118"/>
    <w:rsid w:val="00571475"/>
    <w:rsid w:val="00574A56"/>
    <w:rsid w:val="00583E14"/>
    <w:rsid w:val="00585642"/>
    <w:rsid w:val="00585734"/>
    <w:rsid w:val="00585FCB"/>
    <w:rsid w:val="00590789"/>
    <w:rsid w:val="005A5FC1"/>
    <w:rsid w:val="005B23A4"/>
    <w:rsid w:val="005B3B79"/>
    <w:rsid w:val="005B4F74"/>
    <w:rsid w:val="005F0F6C"/>
    <w:rsid w:val="005F6F96"/>
    <w:rsid w:val="00602E60"/>
    <w:rsid w:val="00610A92"/>
    <w:rsid w:val="0061148C"/>
    <w:rsid w:val="00615093"/>
    <w:rsid w:val="0062268D"/>
    <w:rsid w:val="00631C94"/>
    <w:rsid w:val="006331F0"/>
    <w:rsid w:val="00637FE1"/>
    <w:rsid w:val="0064156D"/>
    <w:rsid w:val="00643CC2"/>
    <w:rsid w:val="00646272"/>
    <w:rsid w:val="00661BD9"/>
    <w:rsid w:val="0066505D"/>
    <w:rsid w:val="00672782"/>
    <w:rsid w:val="00672DC0"/>
    <w:rsid w:val="00674F19"/>
    <w:rsid w:val="00691349"/>
    <w:rsid w:val="006A24FB"/>
    <w:rsid w:val="006A2D62"/>
    <w:rsid w:val="006A5E47"/>
    <w:rsid w:val="006A630B"/>
    <w:rsid w:val="006A6E4A"/>
    <w:rsid w:val="006C31E2"/>
    <w:rsid w:val="006C33C5"/>
    <w:rsid w:val="006D0B23"/>
    <w:rsid w:val="006D2144"/>
    <w:rsid w:val="006F37C2"/>
    <w:rsid w:val="006F7075"/>
    <w:rsid w:val="007000E1"/>
    <w:rsid w:val="00710DC1"/>
    <w:rsid w:val="00711F51"/>
    <w:rsid w:val="00713419"/>
    <w:rsid w:val="007164E3"/>
    <w:rsid w:val="00724926"/>
    <w:rsid w:val="0073024E"/>
    <w:rsid w:val="00737CAF"/>
    <w:rsid w:val="007425F0"/>
    <w:rsid w:val="00751086"/>
    <w:rsid w:val="007529BF"/>
    <w:rsid w:val="00762820"/>
    <w:rsid w:val="0077097A"/>
    <w:rsid w:val="0077631B"/>
    <w:rsid w:val="00776724"/>
    <w:rsid w:val="0078575F"/>
    <w:rsid w:val="00790060"/>
    <w:rsid w:val="007945C9"/>
    <w:rsid w:val="00794E3E"/>
    <w:rsid w:val="00795B55"/>
    <w:rsid w:val="00796877"/>
    <w:rsid w:val="007A5F08"/>
    <w:rsid w:val="007B214F"/>
    <w:rsid w:val="007B55E0"/>
    <w:rsid w:val="007B6E7F"/>
    <w:rsid w:val="007C4DA5"/>
    <w:rsid w:val="007D16DC"/>
    <w:rsid w:val="007E4E90"/>
    <w:rsid w:val="007F4493"/>
    <w:rsid w:val="007F4D14"/>
    <w:rsid w:val="008022D8"/>
    <w:rsid w:val="00810E39"/>
    <w:rsid w:val="0081309B"/>
    <w:rsid w:val="008142A8"/>
    <w:rsid w:val="008171DC"/>
    <w:rsid w:val="0082616B"/>
    <w:rsid w:val="00827A84"/>
    <w:rsid w:val="0083007E"/>
    <w:rsid w:val="008346C1"/>
    <w:rsid w:val="00853A8E"/>
    <w:rsid w:val="008601B8"/>
    <w:rsid w:val="00860C3A"/>
    <w:rsid w:val="00872F09"/>
    <w:rsid w:val="00882CDA"/>
    <w:rsid w:val="00884BCB"/>
    <w:rsid w:val="008877D1"/>
    <w:rsid w:val="008918A7"/>
    <w:rsid w:val="008951B2"/>
    <w:rsid w:val="008A4914"/>
    <w:rsid w:val="008A65E0"/>
    <w:rsid w:val="008B0EDE"/>
    <w:rsid w:val="008C269E"/>
    <w:rsid w:val="008C3131"/>
    <w:rsid w:val="008C5376"/>
    <w:rsid w:val="008D3200"/>
    <w:rsid w:val="008D3235"/>
    <w:rsid w:val="008D33C0"/>
    <w:rsid w:val="008E153F"/>
    <w:rsid w:val="00902702"/>
    <w:rsid w:val="009049BA"/>
    <w:rsid w:val="009077FA"/>
    <w:rsid w:val="009106E1"/>
    <w:rsid w:val="00910F5D"/>
    <w:rsid w:val="00916DEC"/>
    <w:rsid w:val="00926CE9"/>
    <w:rsid w:val="00933EE3"/>
    <w:rsid w:val="00934133"/>
    <w:rsid w:val="00940775"/>
    <w:rsid w:val="00940A45"/>
    <w:rsid w:val="00940EEC"/>
    <w:rsid w:val="0095523B"/>
    <w:rsid w:val="009563E9"/>
    <w:rsid w:val="00957D1F"/>
    <w:rsid w:val="00967A03"/>
    <w:rsid w:val="00967A59"/>
    <w:rsid w:val="009731F6"/>
    <w:rsid w:val="00974285"/>
    <w:rsid w:val="009779A1"/>
    <w:rsid w:val="009858EE"/>
    <w:rsid w:val="009876AA"/>
    <w:rsid w:val="00992629"/>
    <w:rsid w:val="00994523"/>
    <w:rsid w:val="00995885"/>
    <w:rsid w:val="009A1C3C"/>
    <w:rsid w:val="009B0A6A"/>
    <w:rsid w:val="009B0BC3"/>
    <w:rsid w:val="009B1B82"/>
    <w:rsid w:val="009C2DB8"/>
    <w:rsid w:val="009C7F0F"/>
    <w:rsid w:val="009D415A"/>
    <w:rsid w:val="009D4DD1"/>
    <w:rsid w:val="009E4184"/>
    <w:rsid w:val="009E4702"/>
    <w:rsid w:val="009F0A25"/>
    <w:rsid w:val="00A1290D"/>
    <w:rsid w:val="00A22C85"/>
    <w:rsid w:val="00A2432D"/>
    <w:rsid w:val="00A24481"/>
    <w:rsid w:val="00A30851"/>
    <w:rsid w:val="00A318FC"/>
    <w:rsid w:val="00A4163B"/>
    <w:rsid w:val="00A4666D"/>
    <w:rsid w:val="00A50CB1"/>
    <w:rsid w:val="00A526A1"/>
    <w:rsid w:val="00A54692"/>
    <w:rsid w:val="00A60560"/>
    <w:rsid w:val="00A6069B"/>
    <w:rsid w:val="00A667A8"/>
    <w:rsid w:val="00A750A3"/>
    <w:rsid w:val="00A766DD"/>
    <w:rsid w:val="00A81DCF"/>
    <w:rsid w:val="00A93F1C"/>
    <w:rsid w:val="00AA0622"/>
    <w:rsid w:val="00AB0C88"/>
    <w:rsid w:val="00AC1EE7"/>
    <w:rsid w:val="00AC4F3D"/>
    <w:rsid w:val="00AC7030"/>
    <w:rsid w:val="00AC744C"/>
    <w:rsid w:val="00AD1673"/>
    <w:rsid w:val="00AD2D1E"/>
    <w:rsid w:val="00AD3E32"/>
    <w:rsid w:val="00AE4715"/>
    <w:rsid w:val="00AE7843"/>
    <w:rsid w:val="00AF0F8C"/>
    <w:rsid w:val="00AF2FE5"/>
    <w:rsid w:val="00B26A14"/>
    <w:rsid w:val="00B3021F"/>
    <w:rsid w:val="00B4040A"/>
    <w:rsid w:val="00B61AB0"/>
    <w:rsid w:val="00B70216"/>
    <w:rsid w:val="00B84A6F"/>
    <w:rsid w:val="00B84D20"/>
    <w:rsid w:val="00B86A13"/>
    <w:rsid w:val="00B96E8F"/>
    <w:rsid w:val="00BB1DDA"/>
    <w:rsid w:val="00BB2053"/>
    <w:rsid w:val="00BB498F"/>
    <w:rsid w:val="00BB6B8A"/>
    <w:rsid w:val="00BC3F25"/>
    <w:rsid w:val="00BC3F89"/>
    <w:rsid w:val="00BD266E"/>
    <w:rsid w:val="00BE08B5"/>
    <w:rsid w:val="00BE7A06"/>
    <w:rsid w:val="00BF5234"/>
    <w:rsid w:val="00BF5B9D"/>
    <w:rsid w:val="00C0060C"/>
    <w:rsid w:val="00C23646"/>
    <w:rsid w:val="00C25400"/>
    <w:rsid w:val="00C27376"/>
    <w:rsid w:val="00C3049D"/>
    <w:rsid w:val="00C31AC5"/>
    <w:rsid w:val="00C3640E"/>
    <w:rsid w:val="00C42564"/>
    <w:rsid w:val="00C51FC6"/>
    <w:rsid w:val="00C52F26"/>
    <w:rsid w:val="00C7764D"/>
    <w:rsid w:val="00C82025"/>
    <w:rsid w:val="00C8754B"/>
    <w:rsid w:val="00C90117"/>
    <w:rsid w:val="00C90D6F"/>
    <w:rsid w:val="00C9217D"/>
    <w:rsid w:val="00C93D1C"/>
    <w:rsid w:val="00C93E76"/>
    <w:rsid w:val="00CA152A"/>
    <w:rsid w:val="00CA7E41"/>
    <w:rsid w:val="00CB4E8F"/>
    <w:rsid w:val="00CB697E"/>
    <w:rsid w:val="00CC22FF"/>
    <w:rsid w:val="00CC4816"/>
    <w:rsid w:val="00CC749A"/>
    <w:rsid w:val="00CE7F86"/>
    <w:rsid w:val="00D006F3"/>
    <w:rsid w:val="00D00C4C"/>
    <w:rsid w:val="00D26891"/>
    <w:rsid w:val="00D33BDE"/>
    <w:rsid w:val="00D34968"/>
    <w:rsid w:val="00D53417"/>
    <w:rsid w:val="00D53F9D"/>
    <w:rsid w:val="00D65086"/>
    <w:rsid w:val="00D765AE"/>
    <w:rsid w:val="00D76F95"/>
    <w:rsid w:val="00D803F3"/>
    <w:rsid w:val="00D93773"/>
    <w:rsid w:val="00DA3583"/>
    <w:rsid w:val="00DA36D7"/>
    <w:rsid w:val="00DA611F"/>
    <w:rsid w:val="00DB752D"/>
    <w:rsid w:val="00DB7FF4"/>
    <w:rsid w:val="00DC0D8B"/>
    <w:rsid w:val="00DC78E3"/>
    <w:rsid w:val="00DD1F5B"/>
    <w:rsid w:val="00DD70C2"/>
    <w:rsid w:val="00DE5EEF"/>
    <w:rsid w:val="00DE7B74"/>
    <w:rsid w:val="00DF2582"/>
    <w:rsid w:val="00DF2ED8"/>
    <w:rsid w:val="00DF30AC"/>
    <w:rsid w:val="00DF3982"/>
    <w:rsid w:val="00DF3D34"/>
    <w:rsid w:val="00E10D9E"/>
    <w:rsid w:val="00E16A84"/>
    <w:rsid w:val="00E21E04"/>
    <w:rsid w:val="00E342E6"/>
    <w:rsid w:val="00E34804"/>
    <w:rsid w:val="00E365BF"/>
    <w:rsid w:val="00E4313B"/>
    <w:rsid w:val="00E57D17"/>
    <w:rsid w:val="00E6722F"/>
    <w:rsid w:val="00E67B96"/>
    <w:rsid w:val="00E9674A"/>
    <w:rsid w:val="00EA0260"/>
    <w:rsid w:val="00EA2AFE"/>
    <w:rsid w:val="00EA5C44"/>
    <w:rsid w:val="00ED13EC"/>
    <w:rsid w:val="00ED2D33"/>
    <w:rsid w:val="00EE202C"/>
    <w:rsid w:val="00EE64B2"/>
    <w:rsid w:val="00EE693B"/>
    <w:rsid w:val="00EF6975"/>
    <w:rsid w:val="00F008CE"/>
    <w:rsid w:val="00F00CED"/>
    <w:rsid w:val="00F06468"/>
    <w:rsid w:val="00F06F89"/>
    <w:rsid w:val="00F15333"/>
    <w:rsid w:val="00F22334"/>
    <w:rsid w:val="00F33BDA"/>
    <w:rsid w:val="00F3527B"/>
    <w:rsid w:val="00F353AB"/>
    <w:rsid w:val="00F365A4"/>
    <w:rsid w:val="00F3678A"/>
    <w:rsid w:val="00F36DC5"/>
    <w:rsid w:val="00F4571F"/>
    <w:rsid w:val="00F53BC5"/>
    <w:rsid w:val="00F576F3"/>
    <w:rsid w:val="00F61553"/>
    <w:rsid w:val="00F65D3F"/>
    <w:rsid w:val="00F66585"/>
    <w:rsid w:val="00F708EF"/>
    <w:rsid w:val="00F73EEF"/>
    <w:rsid w:val="00F81CFC"/>
    <w:rsid w:val="00F83A68"/>
    <w:rsid w:val="00F83B64"/>
    <w:rsid w:val="00F8702E"/>
    <w:rsid w:val="00F8743E"/>
    <w:rsid w:val="00FA15E0"/>
    <w:rsid w:val="00FA451A"/>
    <w:rsid w:val="00FB2E00"/>
    <w:rsid w:val="00FB3471"/>
    <w:rsid w:val="00FB5A81"/>
    <w:rsid w:val="00FC14B6"/>
    <w:rsid w:val="00FC484D"/>
    <w:rsid w:val="00FC520C"/>
    <w:rsid w:val="00FC76D4"/>
    <w:rsid w:val="00FC7DEF"/>
    <w:rsid w:val="00FD187C"/>
    <w:rsid w:val="00FD3E33"/>
    <w:rsid w:val="00FD4EAA"/>
    <w:rsid w:val="00FD7573"/>
    <w:rsid w:val="00FE3283"/>
    <w:rsid w:val="00FF0CFD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-relative:page"/>
    <o:shapelayout v:ext="edit">
      <o:idmap v:ext="edit" data="2"/>
    </o:shapelayout>
  </w:shapeDefaults>
  <w:decimalSymbol w:val=","/>
  <w:listSeparator w:val=";"/>
  <w14:docId w14:val="3A9C3651"/>
  <w15:docId w15:val="{AA69FB00-B918-FE44-A7F4-04AFF939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0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qFormat="1"/>
    <w:lsdException w:name="Date" w:locked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locked="0" w:uiPriority="22" w:qFormat="1"/>
    <w:lsdException w:name="Emphasis" w:locked="0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uiPriority w:val="3"/>
    <w:semiHidden/>
    <w:qFormat/>
    <w:rsid w:val="00934133"/>
    <w:pPr>
      <w:spacing w:line="300" w:lineRule="exact"/>
    </w:pPr>
  </w:style>
  <w:style w:type="paragraph" w:styleId="berschrift2">
    <w:name w:val="heading 2"/>
    <w:basedOn w:val="Standard"/>
    <w:next w:val="Standard"/>
    <w:link w:val="berschrift2Zchn"/>
    <w:qFormat/>
    <w:locked/>
    <w:rsid w:val="005B3B79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153F"/>
    <w:pPr>
      <w:tabs>
        <w:tab w:val="center" w:pos="4536"/>
        <w:tab w:val="right" w:pos="935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153F"/>
  </w:style>
  <w:style w:type="paragraph" w:styleId="Fuzeile">
    <w:name w:val="footer"/>
    <w:basedOn w:val="Standard"/>
    <w:link w:val="FuzeileZchn"/>
    <w:uiPriority w:val="99"/>
    <w:qFormat/>
    <w:rsid w:val="004642B4"/>
    <w:pPr>
      <w:tabs>
        <w:tab w:val="center" w:pos="4536"/>
        <w:tab w:val="right" w:pos="9072"/>
      </w:tabs>
      <w:spacing w:after="0" w:line="160" w:lineRule="exact"/>
    </w:pPr>
    <w:rPr>
      <w:noProof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4642B4"/>
    <w:rPr>
      <w:noProof/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AD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3E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locked/>
    <w:rsid w:val="00AD3E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bsatz-Standardschriftart"/>
    <w:uiPriority w:val="99"/>
    <w:semiHidden/>
    <w:locked/>
    <w:rsid w:val="00AD3E32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"/>
    <w:qFormat/>
    <w:rsid w:val="007945C9"/>
    <w:rPr>
      <w:b/>
      <w:bCs/>
    </w:rPr>
  </w:style>
  <w:style w:type="paragraph" w:customStyle="1" w:styleId="Absender">
    <w:name w:val="Absender"/>
    <w:basedOn w:val="Standard"/>
    <w:qFormat/>
    <w:rsid w:val="00D006F3"/>
    <w:pPr>
      <w:spacing w:after="0" w:line="200" w:lineRule="exact"/>
    </w:pPr>
    <w:rPr>
      <w:noProof/>
      <w:sz w:val="15"/>
    </w:rPr>
  </w:style>
  <w:style w:type="paragraph" w:customStyle="1" w:styleId="Empfnger">
    <w:name w:val="Empfänger"/>
    <w:basedOn w:val="Standard"/>
    <w:qFormat/>
    <w:rsid w:val="00C25400"/>
    <w:pPr>
      <w:spacing w:before="80" w:after="240" w:line="280" w:lineRule="exact"/>
      <w:contextualSpacing/>
    </w:pPr>
    <w:rPr>
      <w:noProof/>
    </w:rPr>
  </w:style>
  <w:style w:type="character" w:styleId="Platzhaltertext">
    <w:name w:val="Placeholder Text"/>
    <w:basedOn w:val="Absatz-Standardschriftart"/>
    <w:uiPriority w:val="99"/>
    <w:semiHidden/>
    <w:locked/>
    <w:rsid w:val="00DF2582"/>
    <w:rPr>
      <w:color w:val="808080"/>
    </w:rPr>
  </w:style>
  <w:style w:type="paragraph" w:styleId="Datum">
    <w:name w:val="Date"/>
    <w:basedOn w:val="Standard"/>
    <w:next w:val="Betreff"/>
    <w:link w:val="DatumZchn"/>
    <w:rsid w:val="00C25400"/>
    <w:pPr>
      <w:spacing w:after="300"/>
    </w:pPr>
  </w:style>
  <w:style w:type="character" w:customStyle="1" w:styleId="DatumZchn">
    <w:name w:val="Datum Zchn"/>
    <w:basedOn w:val="Absatz-Standardschriftart"/>
    <w:link w:val="Datum"/>
    <w:rsid w:val="00C25400"/>
  </w:style>
  <w:style w:type="paragraph" w:customStyle="1" w:styleId="Betreff">
    <w:name w:val="Betreff"/>
    <w:basedOn w:val="Standard"/>
    <w:qFormat/>
    <w:rsid w:val="00344119"/>
    <w:pPr>
      <w:spacing w:after="600"/>
      <w:contextualSpacing/>
    </w:pPr>
    <w:rPr>
      <w:b/>
    </w:rPr>
  </w:style>
  <w:style w:type="paragraph" w:styleId="Textkrper">
    <w:name w:val="Body Text"/>
    <w:basedOn w:val="Standard"/>
    <w:link w:val="TextkrperZchn"/>
    <w:uiPriority w:val="1"/>
    <w:qFormat/>
    <w:rsid w:val="007000E1"/>
    <w:pPr>
      <w:spacing w:after="300"/>
    </w:pPr>
    <w:rPr>
      <w:rFonts w:ascii="ArialMT" w:hAnsi="ArialMT" w:cs="ArialMT"/>
    </w:rPr>
  </w:style>
  <w:style w:type="character" w:customStyle="1" w:styleId="TextkrperZchn">
    <w:name w:val="Textkörper Zchn"/>
    <w:basedOn w:val="Absatz-Standardschriftart"/>
    <w:link w:val="Textkrper"/>
    <w:uiPriority w:val="1"/>
    <w:rsid w:val="007000E1"/>
    <w:rPr>
      <w:rFonts w:ascii="ArialMT" w:hAnsi="ArialMT" w:cs="ArialMT"/>
    </w:rPr>
  </w:style>
  <w:style w:type="paragraph" w:customStyle="1" w:styleId="KopfzeileSeite2">
    <w:name w:val="Kopfzeile Seite 2"/>
    <w:basedOn w:val="Kopfzeile"/>
    <w:uiPriority w:val="3"/>
    <w:semiHidden/>
    <w:rsid w:val="000E42DD"/>
    <w:pPr>
      <w:spacing w:after="760"/>
    </w:pPr>
  </w:style>
  <w:style w:type="paragraph" w:customStyle="1" w:styleId="TextkrperBlocksatz">
    <w:name w:val="Textkörper Blocksatz"/>
    <w:basedOn w:val="Textkrper"/>
    <w:uiPriority w:val="3"/>
    <w:qFormat/>
    <w:rsid w:val="00DC78E3"/>
    <w:pPr>
      <w:jc w:val="both"/>
    </w:pPr>
  </w:style>
  <w:style w:type="character" w:customStyle="1" w:styleId="berschrift2Zchn">
    <w:name w:val="Überschrift 2 Zchn"/>
    <w:basedOn w:val="Absatz-Standardschriftart"/>
    <w:link w:val="berschrift2"/>
    <w:rsid w:val="005B3B79"/>
    <w:rPr>
      <w:rFonts w:ascii="Arial" w:eastAsia="Times New Roman" w:hAnsi="Arial" w:cs="Times New Roman"/>
      <w:b/>
      <w:szCs w:val="20"/>
      <w:lang w:eastAsia="de-DE"/>
    </w:rPr>
  </w:style>
  <w:style w:type="character" w:styleId="Kommentarzeichen">
    <w:name w:val="annotation reference"/>
    <w:uiPriority w:val="99"/>
    <w:locked/>
    <w:rsid w:val="005B3B79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locked/>
    <w:rsid w:val="005B3B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B3B79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locked/>
    <w:rsid w:val="005B3B79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lang w:val="en-US"/>
    </w:rPr>
  </w:style>
  <w:style w:type="character" w:customStyle="1" w:styleId="apple-converted-space">
    <w:name w:val="apple-converted-space"/>
    <w:basedOn w:val="Absatz-Standardschriftart"/>
    <w:rsid w:val="005B3B7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44396E"/>
    <w:pPr>
      <w:spacing w:after="20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396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locked/>
    <w:rsid w:val="00CC74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6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8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landt\Downloads\TUM_Briefpapier_kurzer_Fuss_w_v1.dotx" TargetMode="External"/></Relationships>
</file>

<file path=word/theme/theme1.xml><?xml version="1.0" encoding="utf-8"?>
<a:theme xmlns:a="http://schemas.openxmlformats.org/drawingml/2006/main" name="Larissa-Design">
  <a:themeElements>
    <a:clrScheme name="TUM">
      <a:dk1>
        <a:sysClr val="windowText" lastClr="000000"/>
      </a:dk1>
      <a:lt1>
        <a:sysClr val="window" lastClr="FFFFFF"/>
      </a:lt1>
      <a:dk2>
        <a:srgbClr val="003359"/>
      </a:dk2>
      <a:lt2>
        <a:srgbClr val="0065BD"/>
      </a:lt2>
      <a:accent1>
        <a:srgbClr val="005293"/>
      </a:accent1>
      <a:accent2>
        <a:srgbClr val="64A0C8"/>
      </a:accent2>
      <a:accent3>
        <a:srgbClr val="98C6EA"/>
      </a:accent3>
      <a:accent4>
        <a:srgbClr val="A2AD00"/>
      </a:accent4>
      <a:accent5>
        <a:srgbClr val="E37222"/>
      </a:accent5>
      <a:accent6>
        <a:srgbClr val="DAD7CB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2782C-EA4E-4DF1-9D57-0492AD12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C:\Users\schlandt\Downloads\TUM_Briefpapier_kurzer_Fuss_w_v1.dotx</Template>
  <TotalTime>0</TotalTime>
  <Pages>2</Pages>
  <Words>117</Words>
  <Characters>1460</Characters>
  <Application>Microsoft Office Word</Application>
  <DocSecurity>0</DocSecurity>
  <Lines>66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@Fakultät@-Briefvorlage</vt:lpstr>
      <vt:lpstr>@Fakultät@-Briefvorlage</vt:lpstr>
    </vt:vector>
  </TitlesOfParts>
  <Company>-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@Fakultät@-Briefvorlage</dc:title>
  <dc:creator>Marcel Schlandt</dc:creator>
  <dc:description>Rechteinhaber: Technische Universität München, https://www.tum.de
Gestaltung: ediundsepp Gestaltungsgesellschaft, München, http://www.ediundsepp.de
Technische Umsetzung: eWorks GmbH, Frankfurt am Main, http://www.eworks.de</dc:description>
  <cp:lastModifiedBy>Juliane Bauer</cp:lastModifiedBy>
  <cp:revision>2</cp:revision>
  <cp:lastPrinted>2021-03-03T12:19:00Z</cp:lastPrinted>
  <dcterms:created xsi:type="dcterms:W3CDTF">2026-02-20T10:35:00Z</dcterms:created>
  <dcterms:modified xsi:type="dcterms:W3CDTF">2026-02-20T10:35:00Z</dcterms:modified>
</cp:coreProperties>
</file>